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56735F" w14:paraId="79E03F76" w14:textId="77777777" w:rsidTr="00050DA7">
        <w:tc>
          <w:tcPr>
            <w:tcW w:w="4428" w:type="dxa"/>
          </w:tcPr>
          <w:p w14:paraId="08F1C34A" w14:textId="77777777" w:rsidR="000348ED" w:rsidRPr="0056735F" w:rsidRDefault="005D05AC" w:rsidP="00F4480D">
            <w:pPr>
              <w:tabs>
                <w:tab w:val="left" w:pos="851"/>
              </w:tabs>
            </w:pPr>
            <w:r w:rsidRPr="0056735F">
              <w:t>From:</w:t>
            </w:r>
            <w:r w:rsidRPr="0056735F">
              <w:tab/>
            </w:r>
            <w:r w:rsidR="00F4480D" w:rsidRPr="0056735F">
              <w:t>ANM</w:t>
            </w:r>
            <w:r w:rsidR="00CA04AF" w:rsidRPr="0056735F">
              <w:t xml:space="preserve"> </w:t>
            </w:r>
            <w:r w:rsidRPr="0056735F">
              <w:t>C</w:t>
            </w:r>
            <w:r w:rsidR="00050DA7" w:rsidRPr="0056735F">
              <w:t>ommittee</w:t>
            </w:r>
          </w:p>
        </w:tc>
        <w:tc>
          <w:tcPr>
            <w:tcW w:w="5461" w:type="dxa"/>
          </w:tcPr>
          <w:p w14:paraId="3DDD9D17" w14:textId="77777777" w:rsidR="000348ED" w:rsidRPr="0056735F" w:rsidRDefault="0056735F" w:rsidP="004F4368">
            <w:pPr>
              <w:jc w:val="right"/>
            </w:pPr>
            <w:r>
              <w:t>ANM18</w:t>
            </w:r>
            <w:r w:rsidR="005D05AC" w:rsidRPr="0056735F">
              <w:t>/output/</w:t>
            </w:r>
            <w:r w:rsidR="004F4368">
              <w:t>2</w:t>
            </w:r>
          </w:p>
        </w:tc>
      </w:tr>
      <w:tr w:rsidR="000348ED" w:rsidRPr="00B15B24" w14:paraId="4DE11AC6" w14:textId="77777777" w:rsidTr="00050DA7">
        <w:tc>
          <w:tcPr>
            <w:tcW w:w="4428" w:type="dxa"/>
          </w:tcPr>
          <w:p w14:paraId="2AEF9658" w14:textId="77777777" w:rsidR="000348ED" w:rsidRPr="0056735F" w:rsidRDefault="005D05AC" w:rsidP="00F4480D">
            <w:pPr>
              <w:tabs>
                <w:tab w:val="left" w:pos="851"/>
              </w:tabs>
            </w:pPr>
            <w:r w:rsidRPr="0056735F">
              <w:t>To:</w:t>
            </w:r>
            <w:r w:rsidRPr="0056735F">
              <w:tab/>
            </w:r>
            <w:r w:rsidR="00F4480D" w:rsidRPr="0056735F">
              <w:t>EEP</w:t>
            </w:r>
            <w:r w:rsidR="00CA04AF" w:rsidRPr="0056735F">
              <w:t xml:space="preserve"> </w:t>
            </w:r>
            <w:r w:rsidR="00902AA4" w:rsidRPr="0056735F">
              <w:t>Committee</w:t>
            </w:r>
          </w:p>
        </w:tc>
        <w:tc>
          <w:tcPr>
            <w:tcW w:w="5461" w:type="dxa"/>
          </w:tcPr>
          <w:p w14:paraId="446766D7" w14:textId="77777777" w:rsidR="000348ED" w:rsidRPr="00B15B24" w:rsidRDefault="004F4368" w:rsidP="00F4480D">
            <w:pPr>
              <w:jc w:val="right"/>
            </w:pPr>
            <w:r>
              <w:t>27</w:t>
            </w:r>
            <w:r w:rsidR="005D05AC" w:rsidRPr="0056735F">
              <w:t xml:space="preserve"> </w:t>
            </w:r>
            <w:r w:rsidR="00F4480D" w:rsidRPr="0056735F">
              <w:t>April</w:t>
            </w:r>
            <w:r w:rsidR="005D05AC" w:rsidRPr="0056735F">
              <w:t xml:space="preserve"> 20</w:t>
            </w:r>
            <w:r w:rsidR="001A654A" w:rsidRPr="0056735F">
              <w:t>1</w:t>
            </w:r>
            <w:r w:rsidR="00F4480D" w:rsidRPr="0056735F">
              <w:t>2</w:t>
            </w:r>
          </w:p>
        </w:tc>
      </w:tr>
    </w:tbl>
    <w:p w14:paraId="4FCD0182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14:paraId="06BFC16E" w14:textId="77777777" w:rsidR="000348ED" w:rsidRPr="00B15B24" w:rsidRDefault="00F4480D" w:rsidP="005D05AC">
      <w:pPr>
        <w:pStyle w:val="Title"/>
        <w:spacing w:after="120"/>
      </w:pPr>
      <w:r>
        <w:rPr>
          <w:color w:val="000000"/>
        </w:rPr>
        <w:t>Update of the NAVGUIDE to refl</w:t>
      </w:r>
      <w:r w:rsidR="0009678B">
        <w:rPr>
          <w:color w:val="000000"/>
        </w:rPr>
        <w:t>ect changes in Recommendation E-</w:t>
      </w:r>
      <w:r>
        <w:rPr>
          <w:color w:val="000000"/>
        </w:rPr>
        <w:t>110</w:t>
      </w:r>
    </w:p>
    <w:p w14:paraId="056C4D57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26DFB4CF" w14:textId="523BF24D" w:rsidR="00E93C9B" w:rsidRPr="004F4368" w:rsidRDefault="004F4368" w:rsidP="004F4368">
      <w:pPr>
        <w:pStyle w:val="BodyText"/>
      </w:pPr>
      <w:r>
        <w:t>Noting EEP18/output/</w:t>
      </w:r>
      <w:r w:rsidR="00F4480D">
        <w:t>8</w:t>
      </w:r>
      <w:r w:rsidR="007E40AC">
        <w:t>,</w:t>
      </w:r>
      <w:r w:rsidR="00F4480D">
        <w:t xml:space="preserve"> </w:t>
      </w:r>
      <w:r w:rsidR="0053036E">
        <w:t xml:space="preserve">the </w:t>
      </w:r>
      <w:r w:rsidR="00F4480D">
        <w:t xml:space="preserve">EEP </w:t>
      </w:r>
      <w:r>
        <w:t>C</w:t>
      </w:r>
      <w:r w:rsidR="0053036E">
        <w:t xml:space="preserve">ommittee </w:t>
      </w:r>
      <w:r w:rsidR="00F4480D">
        <w:t>is requested to update the NAVGU</w:t>
      </w:r>
      <w:r>
        <w:t>IDE to reflect the changes in IALA Recommendation E-</w:t>
      </w:r>
      <w:r w:rsidR="00F4480D">
        <w:t xml:space="preserve">110, </w:t>
      </w:r>
      <w:r w:rsidR="00F4480D" w:rsidRPr="0080419B">
        <w:t>Edition 3</w:t>
      </w:r>
      <w:r w:rsidR="0080419B" w:rsidRPr="0080419B">
        <w:t>,</w:t>
      </w:r>
      <w:r w:rsidR="00F4480D" w:rsidRPr="0080419B">
        <w:t xml:space="preserve"> </w:t>
      </w:r>
      <w:r w:rsidRPr="0080419B">
        <w:t>201</w:t>
      </w:r>
      <w:r>
        <w:t>2</w:t>
      </w:r>
    </w:p>
    <w:p w14:paraId="6F28377F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74E5FC38" w14:textId="24AAED66" w:rsidR="005D05AC" w:rsidRPr="004F4368" w:rsidRDefault="004F4368" w:rsidP="004F4368">
      <w:pPr>
        <w:pStyle w:val="BodyText"/>
      </w:pPr>
      <w:r>
        <w:t>The EEP C</w:t>
      </w:r>
      <w:r w:rsidR="00F4480D" w:rsidRPr="0056735F">
        <w:t>ommittee</w:t>
      </w:r>
      <w:r w:rsidR="00902AA4" w:rsidRPr="0056735F">
        <w:t xml:space="preserve"> is requested to</w:t>
      </w:r>
      <w:r>
        <w:t xml:space="preserve"> amend the NAVG</w:t>
      </w:r>
      <w:r w:rsidR="00F4480D" w:rsidRPr="0056735F">
        <w:t>U</w:t>
      </w:r>
      <w:r>
        <w:t>I</w:t>
      </w:r>
      <w:r w:rsidR="00F4480D" w:rsidRPr="0056735F">
        <w:t>DE and</w:t>
      </w:r>
      <w:r w:rsidR="002069E4">
        <w:t>,</w:t>
      </w:r>
      <w:r w:rsidR="00F4480D" w:rsidRPr="0056735F">
        <w:t xml:space="preserve"> in particular</w:t>
      </w:r>
      <w:r w:rsidR="002069E4">
        <w:t>,</w:t>
      </w:r>
      <w:bookmarkStart w:id="0" w:name="_GoBack"/>
      <w:bookmarkEnd w:id="0"/>
      <w:r w:rsidR="00F4480D" w:rsidRPr="0056735F">
        <w:t xml:space="preserve"> </w:t>
      </w:r>
      <w:r>
        <w:t xml:space="preserve">the </w:t>
      </w:r>
      <w:r w:rsidR="00F4480D" w:rsidRPr="0056735F">
        <w:t>table of maximum period for rhythmic characters of aids to navigation lights</w:t>
      </w:r>
      <w:r>
        <w:t>,</w:t>
      </w:r>
      <w:r w:rsidR="00F4480D" w:rsidRPr="0056735F">
        <w:t xml:space="preserve"> removing group ultra quick and interrupted ultra quick characters.</w:t>
      </w:r>
    </w:p>
    <w:sectPr w:rsidR="005D05AC" w:rsidRPr="004F4368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3C6CB8" w14:textId="77777777" w:rsidR="0086350D" w:rsidRDefault="0086350D" w:rsidP="00002906">
      <w:r>
        <w:separator/>
      </w:r>
    </w:p>
  </w:endnote>
  <w:endnote w:type="continuationSeparator" w:id="0">
    <w:p w14:paraId="6231CDA5" w14:textId="77777777" w:rsidR="0086350D" w:rsidRDefault="0086350D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8B994" w14:textId="77777777" w:rsidR="00002906" w:rsidRDefault="00002906">
    <w:pPr>
      <w:pStyle w:val="Footer"/>
    </w:pPr>
    <w:r>
      <w:tab/>
    </w:r>
    <w:r w:rsidR="00FF02ED">
      <w:fldChar w:fldCharType="begin"/>
    </w:r>
    <w:r>
      <w:instrText xml:space="preserve"> PAGE   \* MERGEFORMAT </w:instrText>
    </w:r>
    <w:r w:rsidR="00FF02ED">
      <w:fldChar w:fldCharType="separate"/>
    </w:r>
    <w:r w:rsidR="002069E4">
      <w:rPr>
        <w:noProof/>
      </w:rPr>
      <w:t>1</w:t>
    </w:r>
    <w:r w:rsidR="00FF02E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09DE90" w14:textId="77777777" w:rsidR="0086350D" w:rsidRDefault="0086350D" w:rsidP="00002906">
      <w:r>
        <w:separator/>
      </w:r>
    </w:p>
  </w:footnote>
  <w:footnote w:type="continuationSeparator" w:id="0">
    <w:p w14:paraId="6CAD60E8" w14:textId="77777777" w:rsidR="0086350D" w:rsidRDefault="0086350D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35F"/>
    <w:rsid w:val="00002906"/>
    <w:rsid w:val="00031A92"/>
    <w:rsid w:val="000348ED"/>
    <w:rsid w:val="00036801"/>
    <w:rsid w:val="00050DA7"/>
    <w:rsid w:val="0009678B"/>
    <w:rsid w:val="000A5A01"/>
    <w:rsid w:val="00135447"/>
    <w:rsid w:val="00152273"/>
    <w:rsid w:val="001A654A"/>
    <w:rsid w:val="001C74CF"/>
    <w:rsid w:val="002069E4"/>
    <w:rsid w:val="003D55DD"/>
    <w:rsid w:val="003E1831"/>
    <w:rsid w:val="00424954"/>
    <w:rsid w:val="004C1386"/>
    <w:rsid w:val="004C220D"/>
    <w:rsid w:val="004F4368"/>
    <w:rsid w:val="0053036E"/>
    <w:rsid w:val="0056735F"/>
    <w:rsid w:val="005D05AC"/>
    <w:rsid w:val="00630F7F"/>
    <w:rsid w:val="0064435F"/>
    <w:rsid w:val="006D470F"/>
    <w:rsid w:val="00727E88"/>
    <w:rsid w:val="00775878"/>
    <w:rsid w:val="007E40AC"/>
    <w:rsid w:val="0080092C"/>
    <w:rsid w:val="0080419B"/>
    <w:rsid w:val="0086350D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CA04AF"/>
    <w:rsid w:val="00E93C9B"/>
    <w:rsid w:val="00EE3F2F"/>
    <w:rsid w:val="00F4480D"/>
    <w:rsid w:val="00F73F78"/>
    <w:rsid w:val="00FA5842"/>
    <w:rsid w:val="00FA6769"/>
    <w:rsid w:val="00FD03CA"/>
    <w:rsid w:val="00FF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4017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ALA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\IALA\Internal Committee Liaison NoteSep10.dotx</Template>
  <TotalTime>9</TotalTime>
  <Pages>1</Pages>
  <Words>81</Words>
  <Characters>465</Characters>
  <Application>Microsoft Macintosh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Michael Skov</dc:creator>
  <cp:lastModifiedBy>Mike Hadley (Home)</cp:lastModifiedBy>
  <cp:revision>6</cp:revision>
  <cp:lastPrinted>2006-10-19T10:49:00Z</cp:lastPrinted>
  <dcterms:created xsi:type="dcterms:W3CDTF">2012-04-24T17:53:00Z</dcterms:created>
  <dcterms:modified xsi:type="dcterms:W3CDTF">2012-04-28T11:21:00Z</dcterms:modified>
</cp:coreProperties>
</file>